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46018" w14:textId="38A942A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</w:t>
      </w:r>
      <w:r w:rsidR="008F1C86">
        <w:rPr>
          <w:rFonts w:ascii="Corbel" w:hAnsi="Corbel"/>
          <w:bCs/>
          <w:i/>
        </w:rPr>
        <w:t>23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10986F0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7030">
        <w:rPr>
          <w:rFonts w:ascii="Corbel" w:hAnsi="Corbel"/>
          <w:i/>
          <w:smallCaps/>
          <w:sz w:val="24"/>
          <w:szCs w:val="24"/>
        </w:rPr>
        <w:t xml:space="preserve"> 20</w:t>
      </w:r>
      <w:r w:rsidR="008056B4">
        <w:rPr>
          <w:rFonts w:ascii="Corbel" w:hAnsi="Corbel"/>
          <w:i/>
          <w:smallCaps/>
          <w:sz w:val="24"/>
          <w:szCs w:val="24"/>
        </w:rPr>
        <w:t>2</w:t>
      </w:r>
      <w:r w:rsidR="00CE54F6">
        <w:rPr>
          <w:rFonts w:ascii="Corbel" w:hAnsi="Corbel"/>
          <w:i/>
          <w:smallCaps/>
          <w:sz w:val="24"/>
          <w:szCs w:val="24"/>
        </w:rPr>
        <w:t>3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CE54F6">
        <w:rPr>
          <w:rFonts w:ascii="Corbel" w:hAnsi="Corbel"/>
          <w:i/>
          <w:smallCaps/>
          <w:sz w:val="24"/>
          <w:szCs w:val="24"/>
        </w:rPr>
        <w:t>5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40AA753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7030">
        <w:rPr>
          <w:rFonts w:ascii="Corbel" w:hAnsi="Corbel"/>
          <w:sz w:val="20"/>
          <w:szCs w:val="20"/>
        </w:rPr>
        <w:t>20</w:t>
      </w:r>
      <w:r w:rsidR="008056B4">
        <w:rPr>
          <w:rFonts w:ascii="Corbel" w:hAnsi="Corbel"/>
          <w:sz w:val="20"/>
          <w:szCs w:val="20"/>
        </w:rPr>
        <w:t>2</w:t>
      </w:r>
      <w:r w:rsidR="00CE54F6">
        <w:rPr>
          <w:rFonts w:ascii="Corbel" w:hAnsi="Corbel"/>
          <w:sz w:val="20"/>
          <w:szCs w:val="20"/>
        </w:rPr>
        <w:t>3</w:t>
      </w:r>
      <w:r w:rsidR="00D97030">
        <w:rPr>
          <w:rFonts w:ascii="Corbel" w:hAnsi="Corbel"/>
          <w:sz w:val="20"/>
          <w:szCs w:val="20"/>
        </w:rPr>
        <w:t>/202</w:t>
      </w:r>
      <w:r w:rsidR="00CE54F6">
        <w:rPr>
          <w:rFonts w:ascii="Corbel" w:hAnsi="Corbel"/>
          <w:sz w:val="20"/>
          <w:szCs w:val="20"/>
        </w:rPr>
        <w:t>4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09F8CD54" w:rsidR="0085747A" w:rsidRPr="009C54AE" w:rsidRDefault="00F84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05A7D09B" w:rsidR="00D97030" w:rsidRPr="009C54AE" w:rsidRDefault="00F84A3C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3FF90FCA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4A3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51F56391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97030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2DBEBB5B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721509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2639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F84A3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D97030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4DFF9A1E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F6BBDDA"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9C54AE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62F18BEF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0E0BC8EC" w:rsidR="00015B8F" w:rsidRPr="009C54AE" w:rsidRDefault="00721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1141371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65E7CDB7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oraz z zakresu pedagogiki resocjalizacyjnej (teoretyczne podstawy pedagogiki resocjalizacyjnej, wychowanie resocjalizujące, </w:t>
            </w:r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społeczna,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instytucje profilaktyczne i resocjalizacyjne, pedagogika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penitencjarna</w:t>
            </w:r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kulturotechnika</w:t>
            </w:r>
            <w:proofErr w:type="spellEnd"/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resocjalizacji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</w:tc>
      </w:tr>
    </w:tbl>
    <w:p w14:paraId="762F5083" w14:textId="77777777" w:rsidR="008056B4" w:rsidRDefault="008056B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F5AF6B" w14:textId="5EA8361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C52825F" w14:textId="77777777" w:rsidR="00F84A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C17C60F" w14:textId="0B46E690" w:rsidR="0085747A" w:rsidRPr="00F84A3C" w:rsidRDefault="00F84A3C" w:rsidP="00F84A3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84A3C"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264C757" w:rsidR="0085747A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F22980C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736C7B9" w14:textId="632C551F"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6DA0B500" w:rsidR="000C0908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0A5FD4B8" w14:textId="407DCBD5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01906F" w14:textId="77777777" w:rsidR="00B202B3" w:rsidRDefault="00B20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661E9A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62B0D5CE" w14:textId="2E81EF64" w:rsidR="00776E25" w:rsidRPr="009C54AE" w:rsidRDefault="00776E25" w:rsidP="00776E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36CA6D24"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78E95DCD" w:rsidR="000C0908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516F6B8B" w:rsidR="000C0908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7FD1A755" w:rsidR="0085747A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>z osobami niedostosowanymi społecznie.</w:t>
            </w:r>
          </w:p>
        </w:tc>
        <w:tc>
          <w:tcPr>
            <w:tcW w:w="1865" w:type="dxa"/>
          </w:tcPr>
          <w:p w14:paraId="3C091699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759D1945" w14:textId="49C99C47"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14:paraId="23152F0D" w14:textId="77777777" w:rsidTr="00FC4B8A">
        <w:tc>
          <w:tcPr>
            <w:tcW w:w="1679" w:type="dxa"/>
          </w:tcPr>
          <w:p w14:paraId="0D0357C8" w14:textId="667BE835" w:rsidR="00870086" w:rsidRPr="009C54AE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4B4DC477" w:rsidR="00870086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 xml:space="preserve">rzećwiczy umiejętność podejmowania dyskusji oraz pracy w zespole podczas planowania </w:t>
            </w:r>
            <w:r w:rsidR="00375B04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          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i przeprowadzania zajęć profilaktycznych, wychowawczych, resocjalizacyjnych z wykorzystaniem różnych zasobów kultury.</w:t>
            </w:r>
          </w:p>
        </w:tc>
        <w:tc>
          <w:tcPr>
            <w:tcW w:w="1865" w:type="dxa"/>
            <w:vMerge w:val="restart"/>
          </w:tcPr>
          <w:p w14:paraId="684DDF7F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3F5C3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77FF85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9FCD21A" w14:textId="567D3E89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14:paraId="1BD41881" w14:textId="77777777" w:rsidTr="00FC4B8A">
        <w:tc>
          <w:tcPr>
            <w:tcW w:w="1679" w:type="dxa"/>
          </w:tcPr>
          <w:p w14:paraId="51401232" w14:textId="5FE04CA6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04E427B4" w:rsidR="00870086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14:paraId="0340DBD3" w14:textId="77777777" w:rsidTr="00FC4B8A">
        <w:tc>
          <w:tcPr>
            <w:tcW w:w="1679" w:type="dxa"/>
          </w:tcPr>
          <w:p w14:paraId="4BA434E6" w14:textId="2D1E269F" w:rsidR="00870086" w:rsidRPr="009C54AE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758E2967" w14:textId="7C70AA24" w:rsidR="00870086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konieczności podejmowania profesjonalnych zachowań i potrzebie wykorzystywania zasobów kultury podczas projektowania i wdrażania oddziaływań profilaktycznych, wychowawczych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79C3420E" w14:textId="77777777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9D74A0E" w14:textId="1DD4F972"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70086" w:rsidRPr="009C54AE" w14:paraId="3333C6D2" w14:textId="77777777" w:rsidTr="00923D7D">
        <w:tc>
          <w:tcPr>
            <w:tcW w:w="9639" w:type="dxa"/>
          </w:tcPr>
          <w:p w14:paraId="54F76D95" w14:textId="047AADEB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 Twórczość więzienna (plastyczna, muzyczna, literacka, teatralna).</w:t>
            </w:r>
          </w:p>
        </w:tc>
      </w:tr>
      <w:tr w:rsidR="00870086" w:rsidRPr="009C54AE" w14:paraId="772F3635" w14:textId="77777777" w:rsidTr="00923D7D">
        <w:tc>
          <w:tcPr>
            <w:tcW w:w="9639" w:type="dxa"/>
          </w:tcPr>
          <w:p w14:paraId="52F0B3D1" w14:textId="3B90E637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kultury.</w:t>
            </w:r>
          </w:p>
        </w:tc>
      </w:tr>
      <w:tr w:rsidR="00870086" w:rsidRPr="009C54AE" w14:paraId="2191A9BF" w14:textId="77777777" w:rsidTr="00923D7D">
        <w:tc>
          <w:tcPr>
            <w:tcW w:w="9639" w:type="dxa"/>
          </w:tcPr>
          <w:p w14:paraId="5AA90780" w14:textId="225A5C56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realizacja ćwiczeń warsztatowych wykorzystujących metody twórczej resocjalizacji.</w:t>
            </w:r>
          </w:p>
        </w:tc>
      </w:tr>
      <w:tr w:rsidR="00870086" w:rsidRPr="009C54AE" w14:paraId="4E8309FF" w14:textId="77777777" w:rsidTr="00923D7D">
        <w:tc>
          <w:tcPr>
            <w:tcW w:w="9639" w:type="dxa"/>
          </w:tcPr>
          <w:p w14:paraId="301FC987" w14:textId="03AD06E4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Analizowanie wybranych dzieł plastycznych, muzycznych, literackich autorstwa osób </w:t>
            </w:r>
            <w:r w:rsidR="003762E0">
              <w:rPr>
                <w:rFonts w:ascii="Corbel" w:hAnsi="Corbel"/>
                <w:sz w:val="24"/>
                <w:szCs w:val="24"/>
              </w:rPr>
              <w:t>niedostosowanych społecznie.</w:t>
            </w:r>
          </w:p>
        </w:tc>
      </w:tr>
      <w:tr w:rsidR="00870086" w:rsidRPr="009C54AE" w14:paraId="3E76E598" w14:textId="77777777" w:rsidTr="00923D7D">
        <w:tc>
          <w:tcPr>
            <w:tcW w:w="9639" w:type="dxa"/>
          </w:tcPr>
          <w:p w14:paraId="0C6CA15B" w14:textId="16182E95"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 (opcjonalnie).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44BEB3" w14:textId="77777777" w:rsidR="00870086" w:rsidRPr="009C54AE" w:rsidRDefault="00870086" w:rsidP="0087008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Hlk22662962"/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ćwiczenia praktyczne (praca projektowa – warsztaty twórczej resocjalizacji), </w:t>
      </w:r>
      <w:bookmarkEnd w:id="0"/>
      <w:r>
        <w:rPr>
          <w:rFonts w:ascii="Corbel" w:hAnsi="Corbel"/>
          <w:b w:val="0"/>
          <w:smallCaps w:val="0"/>
          <w:szCs w:val="24"/>
        </w:rPr>
        <w:t>ćwiczenia w terenie.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4D567E5A" w:rsidR="0085747A" w:rsidRPr="009C54AE" w:rsidRDefault="008579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721509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7459AEF0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1E6455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5402DF7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604B2B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98C5673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4C6E3927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234D8D98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506E2A0D" w:rsidR="0085747A" w:rsidRPr="00CD6AE7" w:rsidRDefault="00C61DC5" w:rsidP="008F1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CD6AE7">
              <w:rPr>
                <w:rFonts w:ascii="Corbel" w:hAnsi="Corbel"/>
                <w:sz w:val="24"/>
                <w:szCs w:val="24"/>
              </w:rPr>
              <w:t>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7AA81912" w:rsidR="0085747A" w:rsidRPr="009C54AE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4FD70456" w:rsidR="00C61DC5" w:rsidRPr="009C54AE" w:rsidRDefault="00776E25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241AD13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431">
              <w:rPr>
                <w:rFonts w:ascii="Corbel" w:hAnsi="Corbel"/>
                <w:sz w:val="24"/>
                <w:szCs w:val="24"/>
              </w:rPr>
              <w:t>:</w:t>
            </w:r>
          </w:p>
          <w:p w14:paraId="7286F9BD" w14:textId="77777777" w:rsidR="00A81431" w:rsidRDefault="00C61DC5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B000419" w14:textId="77777777" w:rsidR="00C61DC5" w:rsidRDefault="004B7AD1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A81431">
              <w:rPr>
                <w:rFonts w:ascii="Corbel" w:hAnsi="Corbel"/>
                <w:sz w:val="24"/>
                <w:szCs w:val="24"/>
              </w:rPr>
              <w:t>,</w:t>
            </w:r>
          </w:p>
          <w:p w14:paraId="60FF8D7D" w14:textId="4779BB63" w:rsidR="00A81431" w:rsidRPr="009C54AE" w:rsidRDefault="00A81431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1486431D" w14:textId="77777777" w:rsidR="00C61DC5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3130440A" w14:textId="77777777" w:rsidR="00A81431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648464" w14:textId="2F5D62E1" w:rsidR="00A81431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76E25">
              <w:rPr>
                <w:rFonts w:ascii="Corbel" w:hAnsi="Corbel"/>
                <w:sz w:val="24"/>
                <w:szCs w:val="24"/>
              </w:rPr>
              <w:t>0</w:t>
            </w:r>
          </w:p>
          <w:p w14:paraId="24287082" w14:textId="127314E8" w:rsidR="00A81431" w:rsidRDefault="00776E25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46E3D6B7" w14:textId="013C6AB7" w:rsidR="00A81431" w:rsidRPr="009C54AE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F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234DDD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34DDD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0EDF4CA6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278C340E" w14:textId="67D0BD16" w:rsidR="00870086" w:rsidRPr="00870086" w:rsidRDefault="00870086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234DDD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34DDD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3CCE6" w14:textId="77777777" w:rsidR="0018641B" w:rsidRDefault="0018641B" w:rsidP="00C16ABF">
      <w:pPr>
        <w:spacing w:after="0" w:line="240" w:lineRule="auto"/>
      </w:pPr>
      <w:r>
        <w:separator/>
      </w:r>
    </w:p>
  </w:endnote>
  <w:endnote w:type="continuationSeparator" w:id="0">
    <w:p w14:paraId="13527999" w14:textId="77777777" w:rsidR="0018641B" w:rsidRDefault="001864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EC65D" w14:textId="77777777" w:rsidR="0018641B" w:rsidRDefault="0018641B" w:rsidP="00C16ABF">
      <w:pPr>
        <w:spacing w:after="0" w:line="240" w:lineRule="auto"/>
      </w:pPr>
      <w:r>
        <w:separator/>
      </w:r>
    </w:p>
  </w:footnote>
  <w:footnote w:type="continuationSeparator" w:id="0">
    <w:p w14:paraId="667E7577" w14:textId="77777777" w:rsidR="0018641B" w:rsidRDefault="0018641B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D42B1"/>
    <w:multiLevelType w:val="hybridMultilevel"/>
    <w:tmpl w:val="919ED4B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678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D04B0"/>
    <w:rsid w:val="000D2D17"/>
    <w:rsid w:val="000F1C57"/>
    <w:rsid w:val="000F4849"/>
    <w:rsid w:val="000F5615"/>
    <w:rsid w:val="000F78D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41B"/>
    <w:rsid w:val="00192F37"/>
    <w:rsid w:val="001A70D2"/>
    <w:rsid w:val="001D4405"/>
    <w:rsid w:val="001D4CBC"/>
    <w:rsid w:val="001D657B"/>
    <w:rsid w:val="001D7B54"/>
    <w:rsid w:val="001E0209"/>
    <w:rsid w:val="001F2CA2"/>
    <w:rsid w:val="002144C0"/>
    <w:rsid w:val="0022477D"/>
    <w:rsid w:val="002278A9"/>
    <w:rsid w:val="002336F9"/>
    <w:rsid w:val="00234DDD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68"/>
    <w:rsid w:val="00363F78"/>
    <w:rsid w:val="00375B04"/>
    <w:rsid w:val="003762E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DB7"/>
    <w:rsid w:val="00413DB1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394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37657"/>
    <w:rsid w:val="00647FA8"/>
    <w:rsid w:val="006508B7"/>
    <w:rsid w:val="00650C5F"/>
    <w:rsid w:val="00654934"/>
    <w:rsid w:val="006620D9"/>
    <w:rsid w:val="00671958"/>
    <w:rsid w:val="0067584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09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76E25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056B4"/>
    <w:rsid w:val="0081554D"/>
    <w:rsid w:val="0081707E"/>
    <w:rsid w:val="008449B3"/>
    <w:rsid w:val="0085747A"/>
    <w:rsid w:val="008579D4"/>
    <w:rsid w:val="00870086"/>
    <w:rsid w:val="00884922"/>
    <w:rsid w:val="00884F2C"/>
    <w:rsid w:val="00885F64"/>
    <w:rsid w:val="008917F9"/>
    <w:rsid w:val="008A2202"/>
    <w:rsid w:val="008A45F7"/>
    <w:rsid w:val="008C0CC0"/>
    <w:rsid w:val="008C19A9"/>
    <w:rsid w:val="008C379D"/>
    <w:rsid w:val="008C5147"/>
    <w:rsid w:val="008C5359"/>
    <w:rsid w:val="008C5363"/>
    <w:rsid w:val="008D25A0"/>
    <w:rsid w:val="008D3DFB"/>
    <w:rsid w:val="008E64F4"/>
    <w:rsid w:val="008F0FFC"/>
    <w:rsid w:val="008F12C9"/>
    <w:rsid w:val="008F1C86"/>
    <w:rsid w:val="008F4B7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60C"/>
    <w:rsid w:val="00A81431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931"/>
    <w:rsid w:val="00B135B1"/>
    <w:rsid w:val="00B202B3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1FD2"/>
    <w:rsid w:val="00B82308"/>
    <w:rsid w:val="00B90885"/>
    <w:rsid w:val="00BB520A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4F6"/>
    <w:rsid w:val="00CE5BAC"/>
    <w:rsid w:val="00CF25BE"/>
    <w:rsid w:val="00CF78ED"/>
    <w:rsid w:val="00D02B25"/>
    <w:rsid w:val="00D02EBA"/>
    <w:rsid w:val="00D17C3C"/>
    <w:rsid w:val="00D252BB"/>
    <w:rsid w:val="00D26B2C"/>
    <w:rsid w:val="00D352C9"/>
    <w:rsid w:val="00D406C3"/>
    <w:rsid w:val="00D425B2"/>
    <w:rsid w:val="00D428D6"/>
    <w:rsid w:val="00D552B2"/>
    <w:rsid w:val="00D608D1"/>
    <w:rsid w:val="00D63EB2"/>
    <w:rsid w:val="00D67728"/>
    <w:rsid w:val="00D74119"/>
    <w:rsid w:val="00D8075B"/>
    <w:rsid w:val="00D8678B"/>
    <w:rsid w:val="00D97030"/>
    <w:rsid w:val="00DA2114"/>
    <w:rsid w:val="00DE09C0"/>
    <w:rsid w:val="00DE4A14"/>
    <w:rsid w:val="00DE740F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3B28"/>
    <w:rsid w:val="00F84A3C"/>
    <w:rsid w:val="00FA46E5"/>
    <w:rsid w:val="00FB7DBA"/>
    <w:rsid w:val="00FC1C25"/>
    <w:rsid w:val="00FC1F81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  <w15:docId w15:val="{184873E3-F718-48F3-ACD0-CFE2DA35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A9E76-5DFE-4C23-AB27-15C0677D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5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2019-11-04T14:37:00Z</cp:lastPrinted>
  <dcterms:created xsi:type="dcterms:W3CDTF">2019-11-02T20:48:00Z</dcterms:created>
  <dcterms:modified xsi:type="dcterms:W3CDTF">2023-04-20T09:58:00Z</dcterms:modified>
</cp:coreProperties>
</file>